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6EC6">
        <w:rPr>
          <w:rFonts w:ascii="Arial" w:hAnsi="Arial" w:cs="Arial"/>
          <w:b/>
          <w:caps/>
          <w:sz w:val="28"/>
          <w:szCs w:val="28"/>
        </w:rPr>
        <w:t>133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E6EC6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E6EC6">
              <w:rPr>
                <w:rFonts w:ascii="Arial" w:hAnsi="Arial" w:cs="Arial"/>
                <w:sz w:val="20"/>
                <w:szCs w:val="20"/>
              </w:rPr>
              <w:t>Congratula o Presbítero Anderson Ramalho da Silva, Dirigente da Congregação do Novo Amanhecer, filiada à Igreja Evangélica Assembleia de Deus Ministério de Madureira de Jacareí, pelo transcurso do seu aniversário, comemorado no dia 1º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6E6EC6">
        <w:rPr>
          <w:rFonts w:ascii="Arial" w:hAnsi="Arial" w:cs="Arial"/>
        </w:rPr>
        <w:t xml:space="preserve">ao </w:t>
      </w:r>
      <w:r w:rsidR="006E6EC6" w:rsidRPr="006E6EC6">
        <w:rPr>
          <w:rFonts w:ascii="Arial" w:hAnsi="Arial" w:cs="Arial"/>
        </w:rPr>
        <w:t>Presbítero Anderson Ramalho da Silva, Dirigente da Congregação do Novo Amanhecer, filiada à Igreja Evangélica Assembleia de Deus Ministério de Madureira de Jacareí, pelo transcurso do seu aniversário, comemorado no dia 1º de abril.</w:t>
      </w:r>
    </w:p>
    <w:p w:rsidR="006E6EC6" w:rsidRDefault="006E6EC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EC6">
        <w:rPr>
          <w:rFonts w:ascii="Arial" w:hAnsi="Arial" w:cs="Arial"/>
        </w:rPr>
        <w:t>Nesta oportunidade, portanto, com enorme satisfação cumprimentamos o tão estimado Presbítero, cuja atuação só tem feito engrandecer o Ministério, e lhe desejamos muita saúde para que possa continuar firme em sua caminhada na fé.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6E6EC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E6EC6">
        <w:rPr>
          <w:rFonts w:ascii="Arial" w:hAnsi="Arial" w:cs="Arial"/>
        </w:rPr>
        <w:t>4 de abril de 2018.</w:t>
      </w:r>
    </w:p>
    <w:p w:rsidR="006E6EC6" w:rsidRDefault="006E6EC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6EC6" w:rsidRDefault="006E6EC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6EC6" w:rsidRDefault="006E6EC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6EC6" w:rsidRPr="00A34F2C" w:rsidRDefault="006E6EC6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E6EC6" w:rsidRDefault="006E6EC6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6E6EC6" w:rsidRPr="00A34F2C" w:rsidRDefault="006E6EC6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sectPr w:rsidR="006E6EC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219" w:rsidRDefault="00CB1219">
      <w:r>
        <w:separator/>
      </w:r>
    </w:p>
  </w:endnote>
  <w:endnote w:type="continuationSeparator" w:id="0">
    <w:p w:rsidR="00CB1219" w:rsidRDefault="00CB1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219" w:rsidRDefault="00CB1219">
      <w:r>
        <w:separator/>
      </w:r>
    </w:p>
  </w:footnote>
  <w:footnote w:type="continuationSeparator" w:id="0">
    <w:p w:rsidR="00CB1219" w:rsidRDefault="00CB1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6EC6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219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E97AC-8D77-4743-BDA7-9D45215E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187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2018-03-29T15:35:00Z</dcterms:created>
  <dcterms:modified xsi:type="dcterms:W3CDTF">2018-03-29T15:35:00Z</dcterms:modified>
</cp:coreProperties>
</file>